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7"/>
        <w:gridCol w:w="5387"/>
      </w:tblGrid>
      <w:tr w:rsidR="00566E75" w:rsidRPr="00E11020">
        <w:trPr>
          <w:cantSplit/>
          <w:trHeight w:hRule="exact" w:val="3119"/>
        </w:trPr>
        <w:tc>
          <w:tcPr>
            <w:tcW w:w="5387" w:type="dxa"/>
            <w:vAlign w:val="center"/>
          </w:tcPr>
          <w:p w:rsidR="00566E75" w:rsidRPr="00E11020" w:rsidRDefault="00566E75" w:rsidP="00E11020">
            <w:pPr>
              <w:ind w:left="135" w:right="135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5387" w:type="dxa"/>
            <w:vAlign w:val="center"/>
          </w:tcPr>
          <w:p w:rsidR="00566E75" w:rsidRPr="00E11020" w:rsidRDefault="00566E75" w:rsidP="00E11020">
            <w:pPr>
              <w:ind w:left="135" w:right="135"/>
              <w:jc w:val="center"/>
              <w:rPr>
                <w:rFonts w:asciiTheme="minorHAnsi" w:hAnsiTheme="minorHAnsi"/>
              </w:rPr>
            </w:pPr>
          </w:p>
        </w:tc>
      </w:tr>
      <w:tr w:rsidR="00566E75" w:rsidRPr="00E11020">
        <w:trPr>
          <w:cantSplit/>
          <w:trHeight w:hRule="exact" w:val="3119"/>
        </w:trPr>
        <w:tc>
          <w:tcPr>
            <w:tcW w:w="5387" w:type="dxa"/>
            <w:vAlign w:val="center"/>
          </w:tcPr>
          <w:p w:rsidR="00566E75" w:rsidRPr="00E11020" w:rsidRDefault="00566E75" w:rsidP="00E11020">
            <w:pPr>
              <w:ind w:left="135" w:right="135"/>
              <w:jc w:val="center"/>
              <w:rPr>
                <w:rFonts w:asciiTheme="minorHAnsi" w:hAnsiTheme="minorHAnsi"/>
              </w:rPr>
            </w:pPr>
          </w:p>
        </w:tc>
        <w:tc>
          <w:tcPr>
            <w:tcW w:w="5387" w:type="dxa"/>
            <w:vAlign w:val="center"/>
          </w:tcPr>
          <w:p w:rsidR="00566E75" w:rsidRPr="00E11020" w:rsidRDefault="00566E75" w:rsidP="00E11020">
            <w:pPr>
              <w:ind w:left="135" w:right="135"/>
              <w:jc w:val="center"/>
              <w:rPr>
                <w:rFonts w:asciiTheme="minorHAnsi" w:hAnsiTheme="minorHAnsi"/>
              </w:rPr>
            </w:pPr>
          </w:p>
        </w:tc>
      </w:tr>
      <w:tr w:rsidR="00566E75" w:rsidRPr="00E11020">
        <w:trPr>
          <w:cantSplit/>
          <w:trHeight w:hRule="exact" w:val="3119"/>
        </w:trPr>
        <w:tc>
          <w:tcPr>
            <w:tcW w:w="5387" w:type="dxa"/>
            <w:vAlign w:val="center"/>
          </w:tcPr>
          <w:p w:rsidR="00566E75" w:rsidRPr="00E11020" w:rsidRDefault="00566E75" w:rsidP="00E11020">
            <w:pPr>
              <w:ind w:left="135" w:right="135"/>
              <w:jc w:val="center"/>
              <w:rPr>
                <w:rFonts w:asciiTheme="minorHAnsi" w:hAnsiTheme="minorHAnsi"/>
              </w:rPr>
            </w:pPr>
          </w:p>
        </w:tc>
        <w:tc>
          <w:tcPr>
            <w:tcW w:w="5387" w:type="dxa"/>
            <w:vAlign w:val="center"/>
          </w:tcPr>
          <w:p w:rsidR="00566E75" w:rsidRPr="00E11020" w:rsidRDefault="00566E75" w:rsidP="00E11020">
            <w:pPr>
              <w:ind w:left="135" w:right="135"/>
              <w:jc w:val="center"/>
              <w:rPr>
                <w:rFonts w:asciiTheme="minorHAnsi" w:hAnsiTheme="minorHAnsi"/>
              </w:rPr>
            </w:pPr>
          </w:p>
        </w:tc>
      </w:tr>
      <w:tr w:rsidR="00566E75" w:rsidRPr="00E11020">
        <w:trPr>
          <w:cantSplit/>
          <w:trHeight w:hRule="exact" w:val="3119"/>
        </w:trPr>
        <w:tc>
          <w:tcPr>
            <w:tcW w:w="5387" w:type="dxa"/>
            <w:vAlign w:val="center"/>
          </w:tcPr>
          <w:p w:rsidR="00566E75" w:rsidRPr="00E11020" w:rsidRDefault="00566E75" w:rsidP="00E11020">
            <w:pPr>
              <w:ind w:left="135" w:right="135"/>
              <w:jc w:val="center"/>
              <w:rPr>
                <w:rFonts w:asciiTheme="minorHAnsi" w:hAnsiTheme="minorHAnsi"/>
              </w:rPr>
            </w:pPr>
          </w:p>
        </w:tc>
        <w:tc>
          <w:tcPr>
            <w:tcW w:w="5387" w:type="dxa"/>
            <w:vAlign w:val="center"/>
          </w:tcPr>
          <w:p w:rsidR="00566E75" w:rsidRPr="00E11020" w:rsidRDefault="00566E75" w:rsidP="00E11020">
            <w:pPr>
              <w:ind w:left="135" w:right="135"/>
              <w:jc w:val="center"/>
              <w:rPr>
                <w:rFonts w:asciiTheme="minorHAnsi" w:hAnsiTheme="minorHAnsi"/>
              </w:rPr>
            </w:pPr>
          </w:p>
        </w:tc>
      </w:tr>
      <w:tr w:rsidR="00566E75" w:rsidRPr="00E11020" w:rsidTr="00C14F75">
        <w:trPr>
          <w:cantSplit/>
          <w:trHeight w:hRule="exact" w:val="3119"/>
        </w:trPr>
        <w:tc>
          <w:tcPr>
            <w:tcW w:w="5387" w:type="dxa"/>
            <w:vAlign w:val="center"/>
          </w:tcPr>
          <w:p w:rsidR="00566E75" w:rsidRPr="00E11020" w:rsidRDefault="00566E75" w:rsidP="00E11020">
            <w:pPr>
              <w:ind w:left="135" w:right="135"/>
              <w:jc w:val="center"/>
              <w:rPr>
                <w:rFonts w:asciiTheme="minorHAnsi" w:hAnsiTheme="minorHAnsi"/>
              </w:rPr>
            </w:pPr>
          </w:p>
        </w:tc>
        <w:tc>
          <w:tcPr>
            <w:tcW w:w="5387" w:type="dxa"/>
            <w:vAlign w:val="center"/>
          </w:tcPr>
          <w:p w:rsidR="00566E75" w:rsidRPr="00E11020" w:rsidRDefault="00566E75" w:rsidP="00E11020">
            <w:pPr>
              <w:ind w:left="135" w:right="135"/>
              <w:jc w:val="center"/>
              <w:rPr>
                <w:rFonts w:asciiTheme="minorHAnsi" w:hAnsiTheme="minorHAnsi"/>
                <w:lang w:val="en-GB"/>
              </w:rPr>
            </w:pPr>
          </w:p>
        </w:tc>
      </w:tr>
    </w:tbl>
    <w:p w:rsidR="008937F6" w:rsidRPr="00367EA5" w:rsidRDefault="008937F6">
      <w:pPr>
        <w:rPr>
          <w:vanish/>
          <w:lang w:val="en-GB"/>
        </w:rPr>
      </w:pPr>
    </w:p>
    <w:sectPr w:rsidR="008937F6" w:rsidRPr="00367EA5" w:rsidSect="00B83935">
      <w:type w:val="continuous"/>
      <w:pgSz w:w="11906" w:h="16838"/>
      <w:pgMar w:top="595" w:right="567" w:bottom="0" w:left="567" w:header="720" w:footer="720" w:gutter="0"/>
      <w:paperSrc w:first="259" w:other="259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6E75"/>
    <w:rsid w:val="0000273C"/>
    <w:rsid w:val="00002B32"/>
    <w:rsid w:val="00003207"/>
    <w:rsid w:val="00005019"/>
    <w:rsid w:val="00012ECB"/>
    <w:rsid w:val="00013320"/>
    <w:rsid w:val="00030F11"/>
    <w:rsid w:val="00032123"/>
    <w:rsid w:val="00053355"/>
    <w:rsid w:val="00056414"/>
    <w:rsid w:val="00061A7B"/>
    <w:rsid w:val="00062DE8"/>
    <w:rsid w:val="00070FC1"/>
    <w:rsid w:val="00080001"/>
    <w:rsid w:val="000829C5"/>
    <w:rsid w:val="00091C8F"/>
    <w:rsid w:val="00092553"/>
    <w:rsid w:val="00096685"/>
    <w:rsid w:val="000A1234"/>
    <w:rsid w:val="000A3255"/>
    <w:rsid w:val="000A6C1D"/>
    <w:rsid w:val="000B17AB"/>
    <w:rsid w:val="000C1F1C"/>
    <w:rsid w:val="000C46B9"/>
    <w:rsid w:val="000D33B9"/>
    <w:rsid w:val="000E4490"/>
    <w:rsid w:val="000E5C82"/>
    <w:rsid w:val="000E69F1"/>
    <w:rsid w:val="000E770F"/>
    <w:rsid w:val="000F2FF8"/>
    <w:rsid w:val="000F63C9"/>
    <w:rsid w:val="00102B77"/>
    <w:rsid w:val="00107191"/>
    <w:rsid w:val="00107B63"/>
    <w:rsid w:val="00122AA9"/>
    <w:rsid w:val="00137B26"/>
    <w:rsid w:val="00144583"/>
    <w:rsid w:val="00147A6F"/>
    <w:rsid w:val="001642FD"/>
    <w:rsid w:val="00170080"/>
    <w:rsid w:val="00174EC3"/>
    <w:rsid w:val="00175026"/>
    <w:rsid w:val="0017748E"/>
    <w:rsid w:val="001864CC"/>
    <w:rsid w:val="0019058C"/>
    <w:rsid w:val="00192F9A"/>
    <w:rsid w:val="00193DF3"/>
    <w:rsid w:val="00197589"/>
    <w:rsid w:val="001A0110"/>
    <w:rsid w:val="001A1C7A"/>
    <w:rsid w:val="001A2170"/>
    <w:rsid w:val="001A3268"/>
    <w:rsid w:val="001A3691"/>
    <w:rsid w:val="001A3B22"/>
    <w:rsid w:val="001A3BEF"/>
    <w:rsid w:val="001A522D"/>
    <w:rsid w:val="001A6155"/>
    <w:rsid w:val="001A64F4"/>
    <w:rsid w:val="001A79A3"/>
    <w:rsid w:val="001B189B"/>
    <w:rsid w:val="001B3169"/>
    <w:rsid w:val="001C0D9F"/>
    <w:rsid w:val="001C25C1"/>
    <w:rsid w:val="001C4E16"/>
    <w:rsid w:val="001C7C82"/>
    <w:rsid w:val="001D02B5"/>
    <w:rsid w:val="001D189C"/>
    <w:rsid w:val="001E71AA"/>
    <w:rsid w:val="001F3ACD"/>
    <w:rsid w:val="0020542D"/>
    <w:rsid w:val="00206000"/>
    <w:rsid w:val="0021441A"/>
    <w:rsid w:val="0021552D"/>
    <w:rsid w:val="002209F4"/>
    <w:rsid w:val="002237AF"/>
    <w:rsid w:val="0022778B"/>
    <w:rsid w:val="002320B7"/>
    <w:rsid w:val="002344DE"/>
    <w:rsid w:val="00235710"/>
    <w:rsid w:val="002537A5"/>
    <w:rsid w:val="00256393"/>
    <w:rsid w:val="00256EE7"/>
    <w:rsid w:val="00262200"/>
    <w:rsid w:val="0028032A"/>
    <w:rsid w:val="00280769"/>
    <w:rsid w:val="00281C26"/>
    <w:rsid w:val="002909E2"/>
    <w:rsid w:val="00296D31"/>
    <w:rsid w:val="002A1C0F"/>
    <w:rsid w:val="002B08A0"/>
    <w:rsid w:val="002B131D"/>
    <w:rsid w:val="002C7194"/>
    <w:rsid w:val="002D2714"/>
    <w:rsid w:val="002D4A01"/>
    <w:rsid w:val="002D4B35"/>
    <w:rsid w:val="002E0CA8"/>
    <w:rsid w:val="002E3F01"/>
    <w:rsid w:val="002E4906"/>
    <w:rsid w:val="002F2EFB"/>
    <w:rsid w:val="00300E2A"/>
    <w:rsid w:val="00302A37"/>
    <w:rsid w:val="0031248D"/>
    <w:rsid w:val="0031342E"/>
    <w:rsid w:val="00321627"/>
    <w:rsid w:val="0033176C"/>
    <w:rsid w:val="00334794"/>
    <w:rsid w:val="0035107E"/>
    <w:rsid w:val="00351D74"/>
    <w:rsid w:val="00352142"/>
    <w:rsid w:val="00364A28"/>
    <w:rsid w:val="00365F0D"/>
    <w:rsid w:val="00367EA5"/>
    <w:rsid w:val="00395909"/>
    <w:rsid w:val="003B6F22"/>
    <w:rsid w:val="003C0EA9"/>
    <w:rsid w:val="003C3ADB"/>
    <w:rsid w:val="003C469D"/>
    <w:rsid w:val="003C47BD"/>
    <w:rsid w:val="003C4A12"/>
    <w:rsid w:val="003C74D9"/>
    <w:rsid w:val="003D1EF3"/>
    <w:rsid w:val="003E337E"/>
    <w:rsid w:val="003E3519"/>
    <w:rsid w:val="003F261D"/>
    <w:rsid w:val="003F7917"/>
    <w:rsid w:val="00406500"/>
    <w:rsid w:val="00406BA0"/>
    <w:rsid w:val="004142C0"/>
    <w:rsid w:val="00415C7F"/>
    <w:rsid w:val="004247DA"/>
    <w:rsid w:val="004255CC"/>
    <w:rsid w:val="0043527C"/>
    <w:rsid w:val="004454CA"/>
    <w:rsid w:val="00452795"/>
    <w:rsid w:val="00453DCC"/>
    <w:rsid w:val="0047504A"/>
    <w:rsid w:val="004765A2"/>
    <w:rsid w:val="00484D2F"/>
    <w:rsid w:val="00494602"/>
    <w:rsid w:val="00497588"/>
    <w:rsid w:val="004A493B"/>
    <w:rsid w:val="004A5EAC"/>
    <w:rsid w:val="004A62B8"/>
    <w:rsid w:val="004A6915"/>
    <w:rsid w:val="004B06FB"/>
    <w:rsid w:val="004B3EE2"/>
    <w:rsid w:val="004B618D"/>
    <w:rsid w:val="004C0E82"/>
    <w:rsid w:val="004C6A1A"/>
    <w:rsid w:val="004C6A55"/>
    <w:rsid w:val="004C7419"/>
    <w:rsid w:val="004D25AC"/>
    <w:rsid w:val="004D3A74"/>
    <w:rsid w:val="004D3DF7"/>
    <w:rsid w:val="004D61C8"/>
    <w:rsid w:val="004E15DE"/>
    <w:rsid w:val="004E5BB9"/>
    <w:rsid w:val="004F4EE7"/>
    <w:rsid w:val="004F5838"/>
    <w:rsid w:val="004F768F"/>
    <w:rsid w:val="0050146A"/>
    <w:rsid w:val="00503A64"/>
    <w:rsid w:val="00505242"/>
    <w:rsid w:val="00507398"/>
    <w:rsid w:val="0053623C"/>
    <w:rsid w:val="00545115"/>
    <w:rsid w:val="00546903"/>
    <w:rsid w:val="00553347"/>
    <w:rsid w:val="00555A55"/>
    <w:rsid w:val="00557671"/>
    <w:rsid w:val="00566E75"/>
    <w:rsid w:val="005679C1"/>
    <w:rsid w:val="005724E9"/>
    <w:rsid w:val="00572621"/>
    <w:rsid w:val="005758AD"/>
    <w:rsid w:val="005857D2"/>
    <w:rsid w:val="00593238"/>
    <w:rsid w:val="00594207"/>
    <w:rsid w:val="005B1CDF"/>
    <w:rsid w:val="005B2F07"/>
    <w:rsid w:val="005B3DC7"/>
    <w:rsid w:val="005C4F62"/>
    <w:rsid w:val="005C64E4"/>
    <w:rsid w:val="005E0B63"/>
    <w:rsid w:val="005E1B26"/>
    <w:rsid w:val="005E22F9"/>
    <w:rsid w:val="005E5BA4"/>
    <w:rsid w:val="005E6A56"/>
    <w:rsid w:val="005F287C"/>
    <w:rsid w:val="005F730A"/>
    <w:rsid w:val="006007DE"/>
    <w:rsid w:val="0060384B"/>
    <w:rsid w:val="00614A7A"/>
    <w:rsid w:val="00615F04"/>
    <w:rsid w:val="00630899"/>
    <w:rsid w:val="00632430"/>
    <w:rsid w:val="00636F4C"/>
    <w:rsid w:val="006376EE"/>
    <w:rsid w:val="0064147C"/>
    <w:rsid w:val="006420AF"/>
    <w:rsid w:val="00642DF3"/>
    <w:rsid w:val="006503D7"/>
    <w:rsid w:val="006546F6"/>
    <w:rsid w:val="00656DD3"/>
    <w:rsid w:val="00665EEB"/>
    <w:rsid w:val="00672E41"/>
    <w:rsid w:val="00681556"/>
    <w:rsid w:val="006957A2"/>
    <w:rsid w:val="00695EAC"/>
    <w:rsid w:val="006A7319"/>
    <w:rsid w:val="006A7593"/>
    <w:rsid w:val="006B5FC2"/>
    <w:rsid w:val="006C7C9D"/>
    <w:rsid w:val="006E26D2"/>
    <w:rsid w:val="006E74B7"/>
    <w:rsid w:val="006F2A98"/>
    <w:rsid w:val="006F6145"/>
    <w:rsid w:val="006F7F15"/>
    <w:rsid w:val="00704F70"/>
    <w:rsid w:val="007055D8"/>
    <w:rsid w:val="0070606B"/>
    <w:rsid w:val="007068D5"/>
    <w:rsid w:val="00711F6B"/>
    <w:rsid w:val="00712FEB"/>
    <w:rsid w:val="00715D66"/>
    <w:rsid w:val="00717622"/>
    <w:rsid w:val="00717DD0"/>
    <w:rsid w:val="00717F6E"/>
    <w:rsid w:val="00722DF3"/>
    <w:rsid w:val="007248BC"/>
    <w:rsid w:val="00724E70"/>
    <w:rsid w:val="0072528E"/>
    <w:rsid w:val="00741F92"/>
    <w:rsid w:val="0074340A"/>
    <w:rsid w:val="0074373E"/>
    <w:rsid w:val="00750016"/>
    <w:rsid w:val="007503F5"/>
    <w:rsid w:val="007559EF"/>
    <w:rsid w:val="00757F9C"/>
    <w:rsid w:val="00766587"/>
    <w:rsid w:val="007767B5"/>
    <w:rsid w:val="007832C3"/>
    <w:rsid w:val="007855DA"/>
    <w:rsid w:val="0079476D"/>
    <w:rsid w:val="00795915"/>
    <w:rsid w:val="00796E1A"/>
    <w:rsid w:val="007B17AA"/>
    <w:rsid w:val="007B2256"/>
    <w:rsid w:val="007B294A"/>
    <w:rsid w:val="007B4F1A"/>
    <w:rsid w:val="007C131E"/>
    <w:rsid w:val="007C4519"/>
    <w:rsid w:val="007C459B"/>
    <w:rsid w:val="007D2D96"/>
    <w:rsid w:val="007D5FD5"/>
    <w:rsid w:val="007E2AB7"/>
    <w:rsid w:val="007E3A5B"/>
    <w:rsid w:val="007E67EC"/>
    <w:rsid w:val="007E6FAC"/>
    <w:rsid w:val="007F4C3E"/>
    <w:rsid w:val="007F6CB6"/>
    <w:rsid w:val="007F70A2"/>
    <w:rsid w:val="00802A0D"/>
    <w:rsid w:val="00807376"/>
    <w:rsid w:val="00813505"/>
    <w:rsid w:val="008174EC"/>
    <w:rsid w:val="008225C8"/>
    <w:rsid w:val="00830DFB"/>
    <w:rsid w:val="0083129B"/>
    <w:rsid w:val="00831F13"/>
    <w:rsid w:val="008320A3"/>
    <w:rsid w:val="008365B5"/>
    <w:rsid w:val="00836B4B"/>
    <w:rsid w:val="00837018"/>
    <w:rsid w:val="0084732F"/>
    <w:rsid w:val="00851CBA"/>
    <w:rsid w:val="00852DCA"/>
    <w:rsid w:val="008647CE"/>
    <w:rsid w:val="00866EF8"/>
    <w:rsid w:val="00867D18"/>
    <w:rsid w:val="00874A4A"/>
    <w:rsid w:val="0088260B"/>
    <w:rsid w:val="00885CA7"/>
    <w:rsid w:val="008863A6"/>
    <w:rsid w:val="0089030F"/>
    <w:rsid w:val="008917B4"/>
    <w:rsid w:val="008937F6"/>
    <w:rsid w:val="008A3083"/>
    <w:rsid w:val="008B1F37"/>
    <w:rsid w:val="008C1BB0"/>
    <w:rsid w:val="008C2045"/>
    <w:rsid w:val="008C3F1D"/>
    <w:rsid w:val="008D039E"/>
    <w:rsid w:val="008D5748"/>
    <w:rsid w:val="008D7392"/>
    <w:rsid w:val="008E57EB"/>
    <w:rsid w:val="00907A7C"/>
    <w:rsid w:val="00913497"/>
    <w:rsid w:val="009150D6"/>
    <w:rsid w:val="009170A3"/>
    <w:rsid w:val="009200A2"/>
    <w:rsid w:val="00931237"/>
    <w:rsid w:val="009348E5"/>
    <w:rsid w:val="0094012B"/>
    <w:rsid w:val="00943290"/>
    <w:rsid w:val="00953547"/>
    <w:rsid w:val="00954670"/>
    <w:rsid w:val="00956B71"/>
    <w:rsid w:val="009752DA"/>
    <w:rsid w:val="00980F19"/>
    <w:rsid w:val="00987DE0"/>
    <w:rsid w:val="00993E70"/>
    <w:rsid w:val="00994249"/>
    <w:rsid w:val="009A0302"/>
    <w:rsid w:val="009A0664"/>
    <w:rsid w:val="009A0F77"/>
    <w:rsid w:val="009A1539"/>
    <w:rsid w:val="009A17C4"/>
    <w:rsid w:val="009A197E"/>
    <w:rsid w:val="009A4F3F"/>
    <w:rsid w:val="009A65A3"/>
    <w:rsid w:val="009A67E4"/>
    <w:rsid w:val="009A7BC8"/>
    <w:rsid w:val="009B305D"/>
    <w:rsid w:val="009B6EBE"/>
    <w:rsid w:val="009C571E"/>
    <w:rsid w:val="009C5ED3"/>
    <w:rsid w:val="009C6431"/>
    <w:rsid w:val="009C6B76"/>
    <w:rsid w:val="009E60F2"/>
    <w:rsid w:val="009F6EA9"/>
    <w:rsid w:val="009F73B7"/>
    <w:rsid w:val="00A045AC"/>
    <w:rsid w:val="00A04FE0"/>
    <w:rsid w:val="00A1158D"/>
    <w:rsid w:val="00A16BB4"/>
    <w:rsid w:val="00A24C1C"/>
    <w:rsid w:val="00A40236"/>
    <w:rsid w:val="00A71A6B"/>
    <w:rsid w:val="00A91BF1"/>
    <w:rsid w:val="00A92AA7"/>
    <w:rsid w:val="00A9578F"/>
    <w:rsid w:val="00A97F20"/>
    <w:rsid w:val="00AA20B3"/>
    <w:rsid w:val="00AA2B57"/>
    <w:rsid w:val="00AA47E8"/>
    <w:rsid w:val="00AA64C8"/>
    <w:rsid w:val="00AA7914"/>
    <w:rsid w:val="00AB41ED"/>
    <w:rsid w:val="00AC4B16"/>
    <w:rsid w:val="00AC5172"/>
    <w:rsid w:val="00AC78AC"/>
    <w:rsid w:val="00AD11DE"/>
    <w:rsid w:val="00AD2353"/>
    <w:rsid w:val="00AD3640"/>
    <w:rsid w:val="00AD374D"/>
    <w:rsid w:val="00AE55AD"/>
    <w:rsid w:val="00AF545B"/>
    <w:rsid w:val="00AF58BB"/>
    <w:rsid w:val="00AF6FC5"/>
    <w:rsid w:val="00AF739C"/>
    <w:rsid w:val="00B00C40"/>
    <w:rsid w:val="00B03548"/>
    <w:rsid w:val="00B11E8B"/>
    <w:rsid w:val="00B124FB"/>
    <w:rsid w:val="00B13D90"/>
    <w:rsid w:val="00B17585"/>
    <w:rsid w:val="00B207CA"/>
    <w:rsid w:val="00B23790"/>
    <w:rsid w:val="00B2710A"/>
    <w:rsid w:val="00B30528"/>
    <w:rsid w:val="00B32C03"/>
    <w:rsid w:val="00B35D4E"/>
    <w:rsid w:val="00B430DA"/>
    <w:rsid w:val="00B45847"/>
    <w:rsid w:val="00B54B52"/>
    <w:rsid w:val="00B71A36"/>
    <w:rsid w:val="00B73ECC"/>
    <w:rsid w:val="00B83935"/>
    <w:rsid w:val="00B83D41"/>
    <w:rsid w:val="00B97834"/>
    <w:rsid w:val="00BA3A8C"/>
    <w:rsid w:val="00BB79F3"/>
    <w:rsid w:val="00BC0835"/>
    <w:rsid w:val="00BC2DFB"/>
    <w:rsid w:val="00BC57EE"/>
    <w:rsid w:val="00BC7DC9"/>
    <w:rsid w:val="00BD36F4"/>
    <w:rsid w:val="00BE1ADB"/>
    <w:rsid w:val="00BF76D8"/>
    <w:rsid w:val="00C13E52"/>
    <w:rsid w:val="00C14425"/>
    <w:rsid w:val="00C14F75"/>
    <w:rsid w:val="00C17C47"/>
    <w:rsid w:val="00C27499"/>
    <w:rsid w:val="00C35795"/>
    <w:rsid w:val="00C4253A"/>
    <w:rsid w:val="00C43F57"/>
    <w:rsid w:val="00C45480"/>
    <w:rsid w:val="00C464AC"/>
    <w:rsid w:val="00C46777"/>
    <w:rsid w:val="00C60B76"/>
    <w:rsid w:val="00C620F8"/>
    <w:rsid w:val="00C71730"/>
    <w:rsid w:val="00C72876"/>
    <w:rsid w:val="00C83A6D"/>
    <w:rsid w:val="00C87128"/>
    <w:rsid w:val="00C87673"/>
    <w:rsid w:val="00C90FC0"/>
    <w:rsid w:val="00C91100"/>
    <w:rsid w:val="00C9116A"/>
    <w:rsid w:val="00C926FD"/>
    <w:rsid w:val="00C933CF"/>
    <w:rsid w:val="00C93658"/>
    <w:rsid w:val="00C946BA"/>
    <w:rsid w:val="00CA5F19"/>
    <w:rsid w:val="00CA7204"/>
    <w:rsid w:val="00CC67AD"/>
    <w:rsid w:val="00CD0913"/>
    <w:rsid w:val="00CE39F3"/>
    <w:rsid w:val="00CE6541"/>
    <w:rsid w:val="00CE698F"/>
    <w:rsid w:val="00CE6AF2"/>
    <w:rsid w:val="00CF1CEA"/>
    <w:rsid w:val="00CF43C9"/>
    <w:rsid w:val="00CF6198"/>
    <w:rsid w:val="00CF63C7"/>
    <w:rsid w:val="00CF6A84"/>
    <w:rsid w:val="00D04B8E"/>
    <w:rsid w:val="00D0556F"/>
    <w:rsid w:val="00D06FB1"/>
    <w:rsid w:val="00D11C12"/>
    <w:rsid w:val="00D17A7A"/>
    <w:rsid w:val="00D23092"/>
    <w:rsid w:val="00D232D9"/>
    <w:rsid w:val="00D27D15"/>
    <w:rsid w:val="00D332FC"/>
    <w:rsid w:val="00D33689"/>
    <w:rsid w:val="00D35867"/>
    <w:rsid w:val="00D361EF"/>
    <w:rsid w:val="00D43283"/>
    <w:rsid w:val="00D64112"/>
    <w:rsid w:val="00D71D04"/>
    <w:rsid w:val="00D73735"/>
    <w:rsid w:val="00D775E8"/>
    <w:rsid w:val="00D80302"/>
    <w:rsid w:val="00D806C2"/>
    <w:rsid w:val="00D8187F"/>
    <w:rsid w:val="00D829F5"/>
    <w:rsid w:val="00D923E9"/>
    <w:rsid w:val="00DA2040"/>
    <w:rsid w:val="00DA5189"/>
    <w:rsid w:val="00DB7468"/>
    <w:rsid w:val="00DB7475"/>
    <w:rsid w:val="00DC4042"/>
    <w:rsid w:val="00DC7124"/>
    <w:rsid w:val="00DD043E"/>
    <w:rsid w:val="00DD1080"/>
    <w:rsid w:val="00DD7774"/>
    <w:rsid w:val="00DE1AF5"/>
    <w:rsid w:val="00DE45B8"/>
    <w:rsid w:val="00DF4102"/>
    <w:rsid w:val="00E0016F"/>
    <w:rsid w:val="00E11020"/>
    <w:rsid w:val="00E13CA4"/>
    <w:rsid w:val="00E16EF4"/>
    <w:rsid w:val="00E17BCE"/>
    <w:rsid w:val="00E243E8"/>
    <w:rsid w:val="00E27AA1"/>
    <w:rsid w:val="00E40939"/>
    <w:rsid w:val="00E433CF"/>
    <w:rsid w:val="00E459C0"/>
    <w:rsid w:val="00E46D66"/>
    <w:rsid w:val="00E4789B"/>
    <w:rsid w:val="00E5520C"/>
    <w:rsid w:val="00E60AC1"/>
    <w:rsid w:val="00E62B15"/>
    <w:rsid w:val="00E675F1"/>
    <w:rsid w:val="00E70049"/>
    <w:rsid w:val="00E75F28"/>
    <w:rsid w:val="00E7615B"/>
    <w:rsid w:val="00E85450"/>
    <w:rsid w:val="00E90D7D"/>
    <w:rsid w:val="00E92D7E"/>
    <w:rsid w:val="00E933CC"/>
    <w:rsid w:val="00E93899"/>
    <w:rsid w:val="00E94CCE"/>
    <w:rsid w:val="00E96F60"/>
    <w:rsid w:val="00EA1216"/>
    <w:rsid w:val="00EA2411"/>
    <w:rsid w:val="00EA253C"/>
    <w:rsid w:val="00EA65D6"/>
    <w:rsid w:val="00EB1857"/>
    <w:rsid w:val="00EB35EA"/>
    <w:rsid w:val="00EC1B31"/>
    <w:rsid w:val="00EC3A1B"/>
    <w:rsid w:val="00ED339F"/>
    <w:rsid w:val="00EE066F"/>
    <w:rsid w:val="00EE09E2"/>
    <w:rsid w:val="00EE2B3A"/>
    <w:rsid w:val="00EE319D"/>
    <w:rsid w:val="00EE3C7E"/>
    <w:rsid w:val="00EE477F"/>
    <w:rsid w:val="00EE65EC"/>
    <w:rsid w:val="00EF48A0"/>
    <w:rsid w:val="00EF6864"/>
    <w:rsid w:val="00EF7679"/>
    <w:rsid w:val="00F0724A"/>
    <w:rsid w:val="00F07E2C"/>
    <w:rsid w:val="00F07E65"/>
    <w:rsid w:val="00F12B05"/>
    <w:rsid w:val="00F20632"/>
    <w:rsid w:val="00F31A52"/>
    <w:rsid w:val="00F376FF"/>
    <w:rsid w:val="00F4079A"/>
    <w:rsid w:val="00F40E36"/>
    <w:rsid w:val="00F41EAC"/>
    <w:rsid w:val="00F46782"/>
    <w:rsid w:val="00F54A64"/>
    <w:rsid w:val="00F65CC7"/>
    <w:rsid w:val="00F6671C"/>
    <w:rsid w:val="00F73725"/>
    <w:rsid w:val="00F756E1"/>
    <w:rsid w:val="00F82D2B"/>
    <w:rsid w:val="00F9122B"/>
    <w:rsid w:val="00F92D24"/>
    <w:rsid w:val="00F93BF7"/>
    <w:rsid w:val="00F978EE"/>
    <w:rsid w:val="00FA265E"/>
    <w:rsid w:val="00FA3F7E"/>
    <w:rsid w:val="00FB1A21"/>
    <w:rsid w:val="00FB3C57"/>
    <w:rsid w:val="00FB5472"/>
    <w:rsid w:val="00FB7732"/>
    <w:rsid w:val="00FC59D4"/>
    <w:rsid w:val="00FC6FC3"/>
    <w:rsid w:val="00FE2F0C"/>
    <w:rsid w:val="00FE6B51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C0A3B41F.dotm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roscheba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rolf.schell</dc:creator>
  <cp:keywords/>
  <dc:description/>
  <cp:lastModifiedBy>Tanja Herr</cp:lastModifiedBy>
  <cp:revision>4</cp:revision>
  <cp:lastPrinted>2009-01-16T15:36:00Z</cp:lastPrinted>
  <dcterms:created xsi:type="dcterms:W3CDTF">2009-02-05T16:35:00Z</dcterms:created>
  <dcterms:modified xsi:type="dcterms:W3CDTF">2014-08-08T09:58:00Z</dcterms:modified>
</cp:coreProperties>
</file>